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8C6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4094B683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2022-2025 </w:t>
      </w:r>
    </w:p>
    <w:p w14:paraId="6BA9BCA5" w14:textId="5A23B3EC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5E079A">
        <w:rPr>
          <w:rFonts w:ascii="Corbel" w:hAnsi="Corbel"/>
          <w:sz w:val="20"/>
          <w:szCs w:val="20"/>
        </w:rPr>
        <w:t>3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5E079A">
        <w:rPr>
          <w:rFonts w:ascii="Corbel" w:hAnsi="Corbel"/>
          <w:sz w:val="20"/>
          <w:szCs w:val="20"/>
        </w:rPr>
        <w:t>4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4E4D74A1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683855EE" w14:textId="77777777" w:rsidR="00E22D4F" w:rsidRPr="00BA42D1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 xml:space="preserve">Juchnowicz </w:t>
            </w:r>
            <w:proofErr w:type="gramStart"/>
            <w:r w:rsidRPr="4E628923">
              <w:rPr>
                <w:rFonts w:ascii="Corbel" w:hAnsi="Corbel"/>
                <w:b w:val="0"/>
                <w:smallCaps w:val="0"/>
              </w:rPr>
              <w:t>M.,</w:t>
            </w:r>
            <w:proofErr w:type="gramEnd"/>
            <w:r w:rsidRPr="4E628923">
              <w:rPr>
                <w:rFonts w:ascii="Corbel" w:hAnsi="Corbel"/>
                <w:b w:val="0"/>
                <w:smallCaps w:val="0"/>
              </w:rPr>
              <w:t xml:space="preserve">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J.D., Pawlak Z., Techniki menedżerskie. Skuteczne zarządzanie firmą, Wyd.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A86AC" w14:textId="77777777" w:rsidR="001F09E8" w:rsidRDefault="001F09E8" w:rsidP="00C16ABF">
      <w:pPr>
        <w:spacing w:after="0" w:line="240" w:lineRule="auto"/>
      </w:pPr>
      <w:r>
        <w:separator/>
      </w:r>
    </w:p>
  </w:endnote>
  <w:endnote w:type="continuationSeparator" w:id="0">
    <w:p w14:paraId="29D31888" w14:textId="77777777" w:rsidR="001F09E8" w:rsidRDefault="001F09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75F33" w14:textId="77777777" w:rsidR="001F09E8" w:rsidRDefault="001F09E8" w:rsidP="00C16ABF">
      <w:pPr>
        <w:spacing w:after="0" w:line="240" w:lineRule="auto"/>
      </w:pPr>
      <w:r>
        <w:separator/>
      </w:r>
    </w:p>
  </w:footnote>
  <w:footnote w:type="continuationSeparator" w:id="0">
    <w:p w14:paraId="40968C52" w14:textId="77777777" w:rsidR="001F09E8" w:rsidRDefault="001F09E8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09E8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D094BB-778C-428E-BE6A-2338A97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882</Words>
  <Characters>5295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2022-09-20T18:22:00Z</dcterms:created>
  <dcterms:modified xsi:type="dcterms:W3CDTF">2022-09-20T18:22:00Z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